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F3B5A" w:rsidR="003F3B5A" w:rsidP="003F3B5A" w:rsidRDefault="003F3B5A" w14:paraId="4A2E4ED5" w14:textId="77777777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:rsidR="00A155FD" w:rsidP="70092194" w:rsidRDefault="00A155FD" w14:paraId="4A2E4ED6" w14:textId="74B49509">
      <w:pPr>
        <w:spacing w:after="0" w:line="240" w:lineRule="auto"/>
        <w:jc w:val="right"/>
        <w:rPr>
          <w:rFonts w:ascii="Garamond" w:hAnsi="Garamond"/>
          <w:i/>
          <w:iCs/>
          <w:sz w:val="24"/>
          <w:szCs w:val="24"/>
        </w:rPr>
      </w:pPr>
      <w:r w:rsidRPr="70092194">
        <w:rPr>
          <w:rFonts w:ascii="Garamond" w:hAnsi="Garamond"/>
          <w:i/>
          <w:iCs/>
          <w:sz w:val="24"/>
          <w:szCs w:val="24"/>
        </w:rPr>
        <w:t xml:space="preserve">Standardrapport </w:t>
      </w:r>
      <w:r w:rsidRPr="70092194" w:rsidR="00FF6E96">
        <w:rPr>
          <w:rFonts w:ascii="Garamond" w:hAnsi="Garamond"/>
          <w:i/>
          <w:iCs/>
          <w:sz w:val="24"/>
          <w:szCs w:val="24"/>
        </w:rPr>
        <w:t>-</w:t>
      </w:r>
      <w:r w:rsidRPr="70092194" w:rsidR="003E3817">
        <w:rPr>
          <w:rFonts w:ascii="Garamond" w:hAnsi="Garamond"/>
          <w:i/>
          <w:iCs/>
          <w:sz w:val="24"/>
          <w:szCs w:val="24"/>
        </w:rPr>
        <w:t xml:space="preserve"> Bilag</w:t>
      </w:r>
    </w:p>
    <w:p w:rsidRPr="003E3817" w:rsidR="003E3817" w:rsidP="00224EF1" w:rsidRDefault="003E3817" w14:paraId="4A2E4ED7" w14:textId="77777777">
      <w:pPr>
        <w:spacing w:after="0" w:line="240" w:lineRule="auto"/>
        <w:jc w:val="right"/>
        <w:rPr>
          <w:rFonts w:ascii="Garamond" w:hAnsi="Garamond"/>
          <w:i/>
          <w:sz w:val="24"/>
          <w:szCs w:val="24"/>
        </w:rPr>
      </w:pPr>
      <w:r w:rsidRPr="003E3817">
        <w:rPr>
          <w:rFonts w:ascii="Garamond" w:hAnsi="Garamond"/>
          <w:b/>
          <w:sz w:val="24"/>
          <w:szCs w:val="24"/>
        </w:rPr>
        <w:t>Onlinekasino</w:t>
      </w:r>
    </w:p>
    <w:p w:rsidRPr="003E3817" w:rsidR="003E3817" w:rsidP="00224EF1" w:rsidRDefault="003E3817" w14:paraId="4A2E4ED8" w14:textId="6C4CD948">
      <w:pPr>
        <w:jc w:val="right"/>
        <w:rPr>
          <w:rFonts w:ascii="Garamond" w:hAnsi="Garamond"/>
          <w:b/>
          <w:sz w:val="20"/>
          <w:szCs w:val="20"/>
        </w:rPr>
      </w:pPr>
      <w:r w:rsidRPr="003E3817">
        <w:rPr>
          <w:rFonts w:ascii="Garamond" w:hAnsi="Garamond"/>
          <w:b/>
          <w:sz w:val="20"/>
          <w:szCs w:val="20"/>
        </w:rPr>
        <w:t>Teststandarder - SCP.01.03.DK</w:t>
      </w:r>
    </w:p>
    <w:p w:rsidR="003F3B5A" w:rsidP="003E3817" w:rsidRDefault="003F3B5A" w14:paraId="4A2E4ED9" w14:textId="77777777">
      <w:pPr>
        <w:tabs>
          <w:tab w:val="left" w:pos="6237"/>
        </w:tabs>
        <w:spacing w:after="0" w:line="240" w:lineRule="auto"/>
        <w:rPr>
          <w:rFonts w:ascii="Garamond" w:hAnsi="Garamond"/>
          <w:b/>
          <w:sz w:val="20"/>
          <w:szCs w:val="20"/>
        </w:rPr>
      </w:pPr>
    </w:p>
    <w:p w:rsidRPr="003F3B5A" w:rsidR="003E3817" w:rsidP="003E3817" w:rsidRDefault="003E3817" w14:paraId="4A2E4EDA" w14:textId="77777777">
      <w:pPr>
        <w:tabs>
          <w:tab w:val="left" w:pos="6237"/>
        </w:tabs>
        <w:spacing w:after="0" w:line="240" w:lineRule="auto"/>
        <w:rPr>
          <w:rFonts w:ascii="Garamond" w:hAnsi="Garamond"/>
          <w:b/>
          <w:sz w:val="20"/>
          <w:szCs w:val="20"/>
        </w:rPr>
      </w:pPr>
    </w:p>
    <w:p w:rsidRPr="003F3B5A" w:rsidR="003F3B5A" w:rsidP="003F3B5A" w:rsidRDefault="00224EF1" w14:paraId="4A2E4EDB" w14:textId="77777777">
      <w:pPr>
        <w:pBdr>
          <w:bottom w:val="single" w:color="auto" w:sz="18" w:space="1"/>
        </w:pBd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Bilag til s</w:t>
      </w:r>
      <w:r w:rsidRPr="003F3B5A" w:rsidR="003F3B5A">
        <w:rPr>
          <w:rFonts w:ascii="Garamond" w:hAnsi="Garamond"/>
          <w:sz w:val="24"/>
          <w:szCs w:val="24"/>
        </w:rPr>
        <w:t>tandardrapport til teststa</w:t>
      </w:r>
      <w:r w:rsidR="00EE1FF9">
        <w:rPr>
          <w:rFonts w:ascii="Garamond" w:hAnsi="Garamond"/>
          <w:sz w:val="24"/>
          <w:szCs w:val="24"/>
        </w:rPr>
        <w:t>ndarder for online</w:t>
      </w:r>
      <w:r w:rsidR="00E140E2">
        <w:rPr>
          <w:rFonts w:ascii="Garamond" w:hAnsi="Garamond"/>
          <w:sz w:val="24"/>
          <w:szCs w:val="24"/>
        </w:rPr>
        <w:t>kasino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2"/>
        <w:gridCol w:w="6853"/>
      </w:tblGrid>
      <w:tr w:rsidRPr="003F3B5A" w:rsidR="003F3B5A" w:rsidTr="004C1189" w14:paraId="4A2E4EDF" w14:textId="77777777">
        <w:tc>
          <w:tcPr>
            <w:tcW w:w="1134" w:type="dxa"/>
          </w:tcPr>
          <w:p w:rsidRPr="003F3B5A" w:rsidR="003F3B5A" w:rsidP="003F3B5A" w:rsidRDefault="003F3B5A" w14:paraId="4A2E4EDC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</w:t>
            </w:r>
          </w:p>
        </w:tc>
        <w:tc>
          <w:tcPr>
            <w:tcW w:w="1560" w:type="dxa"/>
          </w:tcPr>
          <w:p w:rsidRPr="003F3B5A" w:rsidR="003F3B5A" w:rsidP="003F3B5A" w:rsidRDefault="003F3B5A" w14:paraId="4A2E4EDD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 status</w:t>
            </w:r>
          </w:p>
        </w:tc>
        <w:tc>
          <w:tcPr>
            <w:tcW w:w="6976" w:type="dxa"/>
          </w:tcPr>
          <w:p w:rsidRPr="003F3B5A" w:rsidR="003F3B5A" w:rsidP="003F3B5A" w:rsidRDefault="003F3B5A" w14:paraId="4A2E4EDE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Pr="003F3B5A" w:rsidR="003F3B5A" w:rsidTr="004C1189" w14:paraId="4A2E4EE4" w14:textId="77777777">
        <w:tc>
          <w:tcPr>
            <w:tcW w:w="1134" w:type="dxa"/>
          </w:tcPr>
          <w:p w:rsidRPr="003F3B5A" w:rsidR="003F3B5A" w:rsidP="003F3B5A" w:rsidRDefault="003F3B5A" w14:paraId="4A2E4EE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4A2E4EE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4A2E4EE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4A2E4EE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4A2E4EE9" w14:textId="77777777">
        <w:tc>
          <w:tcPr>
            <w:tcW w:w="1134" w:type="dxa"/>
          </w:tcPr>
          <w:p w:rsidRPr="003F3B5A" w:rsidR="003F3B5A" w:rsidP="003F3B5A" w:rsidRDefault="003F3B5A" w14:paraId="4A2E4EE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4A2E4EE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4A2E4EE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4A2E4EE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4A2E4EEE" w14:textId="77777777">
        <w:tc>
          <w:tcPr>
            <w:tcW w:w="1134" w:type="dxa"/>
          </w:tcPr>
          <w:p w:rsidRPr="003F3B5A" w:rsidR="003F3B5A" w:rsidP="003F3B5A" w:rsidRDefault="003F3B5A" w14:paraId="4A2E4EE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4A2E4EE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4A2E4EE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4A2E4EE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4A2E4EF3" w14:textId="77777777">
        <w:tc>
          <w:tcPr>
            <w:tcW w:w="1134" w:type="dxa"/>
          </w:tcPr>
          <w:p w:rsidRPr="003F3B5A" w:rsidR="003F3B5A" w:rsidP="003F3B5A" w:rsidRDefault="003F3B5A" w14:paraId="4A2E4EE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4A2E4EF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4A2E4EF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4A2E4EF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4A2E4EF8" w14:textId="77777777">
        <w:tc>
          <w:tcPr>
            <w:tcW w:w="1134" w:type="dxa"/>
          </w:tcPr>
          <w:p w:rsidRPr="003F3B5A" w:rsidR="003F3B5A" w:rsidP="003F3B5A" w:rsidRDefault="003F3B5A" w14:paraId="4A2E4EF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4A2E4EF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4A2E4EF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4A2E4EF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4A2E4EFD" w14:textId="77777777">
        <w:tc>
          <w:tcPr>
            <w:tcW w:w="1134" w:type="dxa"/>
          </w:tcPr>
          <w:p w:rsidRPr="003F3B5A" w:rsidR="003F3B5A" w:rsidP="003F3B5A" w:rsidRDefault="003F3B5A" w14:paraId="4A2E4EF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4A2E4EF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4A2E4EF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4A2E4EF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4A2E4F02" w14:textId="77777777">
        <w:tc>
          <w:tcPr>
            <w:tcW w:w="1134" w:type="dxa"/>
          </w:tcPr>
          <w:p w:rsidRPr="003F3B5A" w:rsidR="003F3B5A" w:rsidP="003F3B5A" w:rsidRDefault="003F3B5A" w14:paraId="4A2E4EF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4A2E4EF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4A2E4F0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4A2E4F0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4A2E4F07" w14:textId="77777777">
        <w:tc>
          <w:tcPr>
            <w:tcW w:w="1134" w:type="dxa"/>
          </w:tcPr>
          <w:p w:rsidRPr="003F3B5A" w:rsidR="003F3B5A" w:rsidP="003F3B5A" w:rsidRDefault="003F3B5A" w14:paraId="4A2E4F0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4A2E4F0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4A2E4F0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4A2E4F0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4A2E4F0D" w14:textId="77777777">
        <w:tc>
          <w:tcPr>
            <w:tcW w:w="1134" w:type="dxa"/>
          </w:tcPr>
          <w:p w:rsidRPr="003F3B5A" w:rsidR="003F3B5A" w:rsidP="003F3B5A" w:rsidRDefault="003F3B5A" w14:paraId="4A2E4F0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4A2E4F0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4A2E4F0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4A2E4F0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4A2E4F0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4A2E4F12" w14:textId="77777777">
        <w:tc>
          <w:tcPr>
            <w:tcW w:w="1134" w:type="dxa"/>
          </w:tcPr>
          <w:p w:rsidRPr="003F3B5A" w:rsidR="003F3B5A" w:rsidP="003F3B5A" w:rsidRDefault="003F3B5A" w14:paraId="4A2E4F0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4A2E4F0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4A2E4F1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4A2E4F1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4A2E4F17" w14:textId="77777777">
        <w:tc>
          <w:tcPr>
            <w:tcW w:w="1134" w:type="dxa"/>
          </w:tcPr>
          <w:p w:rsidRPr="003F3B5A" w:rsidR="003F3B5A" w:rsidP="003F3B5A" w:rsidRDefault="003F3B5A" w14:paraId="4A2E4F1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4A2E4F1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4A2E4F1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4A2E4F1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4A2E4F1C" w14:textId="77777777">
        <w:tc>
          <w:tcPr>
            <w:tcW w:w="1134" w:type="dxa"/>
          </w:tcPr>
          <w:p w:rsidRPr="003F3B5A" w:rsidR="003F3B5A" w:rsidP="003F3B5A" w:rsidRDefault="003F3B5A" w14:paraId="4A2E4F1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4A2E4F1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4A2E4F1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4A2E4F1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4A2E4F21" w14:textId="77777777">
        <w:tc>
          <w:tcPr>
            <w:tcW w:w="1134" w:type="dxa"/>
          </w:tcPr>
          <w:p w:rsidRPr="003F3B5A" w:rsidR="003F3B5A" w:rsidP="003F3B5A" w:rsidRDefault="003F3B5A" w14:paraId="4A2E4F1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4A2E4F1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4A2E4F1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4A2E4F2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4A2E4F26" w14:textId="77777777">
        <w:tc>
          <w:tcPr>
            <w:tcW w:w="1134" w:type="dxa"/>
          </w:tcPr>
          <w:p w:rsidRPr="003F3B5A" w:rsidR="003F3B5A" w:rsidP="003F3B5A" w:rsidRDefault="003F3B5A" w14:paraId="4A2E4F2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4A2E4F2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4A2E4F2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4A2E4F2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4A2E4F2B" w14:textId="77777777">
        <w:tc>
          <w:tcPr>
            <w:tcW w:w="1134" w:type="dxa"/>
          </w:tcPr>
          <w:p w:rsidRPr="003F3B5A" w:rsidR="003F3B5A" w:rsidP="003F3B5A" w:rsidRDefault="003F3B5A" w14:paraId="4A2E4F2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4A2E4F2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4A2E4F2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4A2E4F2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4A2E4F30" w14:textId="77777777">
        <w:tc>
          <w:tcPr>
            <w:tcW w:w="1134" w:type="dxa"/>
          </w:tcPr>
          <w:p w:rsidRPr="003F3B5A" w:rsidR="003F3B5A" w:rsidP="003F3B5A" w:rsidRDefault="003F3B5A" w14:paraId="4A2E4F2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4A2E4F2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4A2E4F2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4A2E4F2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2F01D8" w:rsidP="007D1B65" w:rsidRDefault="002F01D8" w14:paraId="0EE238D8" w14:textId="77777777">
      <w:pPr>
        <w:spacing w:after="0" w:line="280" w:lineRule="atLeast"/>
        <w:rPr>
          <w:rFonts w:ascii="Garamond" w:hAnsi="Garamond"/>
        </w:rPr>
        <w:sectPr w:rsidR="002F01D8" w:rsidSect="000E635B">
          <w:footerReference w:type="default" r:id="rId10"/>
          <w:footerReference w:type="first" r:id="rId11"/>
          <w:pgSz w:w="11906" w:h="16838" w:orient="portrait" w:code="9"/>
          <w:pgMar w:top="1701" w:right="1134" w:bottom="1134" w:left="1134" w:header="567" w:footer="584" w:gutter="0"/>
          <w:pgNumType w:start="1"/>
          <w:cols w:space="708"/>
          <w:titlePg/>
          <w:docGrid w:linePitch="360"/>
        </w:sectPr>
      </w:pPr>
    </w:p>
    <w:p w:rsidRPr="00F7676E" w:rsidR="00B3321F" w:rsidP="002F01D8" w:rsidRDefault="00D30F9E" w14:paraId="65C967D6" w14:textId="41F37F91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/>
          <w:sz w:val="24"/>
          <w:szCs w:val="24"/>
          <w:lang w:eastAsia="da-DK"/>
        </w:rPr>
      </w:pPr>
      <w:r w:rsidRPr="00F7676E">
        <w:rPr>
          <w:rFonts w:ascii="Times New Roman" w:hAnsi="Times New Roman" w:eastAsia="Times New Roman"/>
          <w:sz w:val="24"/>
          <w:szCs w:val="24"/>
          <w:lang w:eastAsia="da-DK"/>
        </w:rPr>
        <w:lastRenderedPageBreak/>
        <w:t xml:space="preserve">En liste over </w:t>
      </w:r>
      <w:r w:rsidRPr="001F2ED7">
        <w:rPr>
          <w:rFonts w:ascii="Times New Roman" w:hAnsi="Times New Roman" w:eastAsia="Times New Roman"/>
          <w:b/>
          <w:bCs/>
          <w:sz w:val="24"/>
          <w:szCs w:val="24"/>
          <w:lang w:eastAsia="da-DK"/>
        </w:rPr>
        <w:t>samtlige</w:t>
      </w:r>
      <w:r w:rsidRPr="00F7676E">
        <w:rPr>
          <w:rFonts w:ascii="Times New Roman" w:hAnsi="Times New Roman" w:eastAsia="Times New Roman"/>
          <w:sz w:val="24"/>
          <w:szCs w:val="24"/>
          <w:lang w:eastAsia="da-DK"/>
        </w:rPr>
        <w:t xml:space="preserve"> spil, som test- og inspektionsstandarder </w:t>
      </w:r>
      <w:r w:rsidRPr="00F7676E" w:rsidR="00EB3CDA">
        <w:rPr>
          <w:rFonts w:ascii="Times New Roman" w:hAnsi="Times New Roman" w:eastAsia="Times New Roman"/>
          <w:sz w:val="24"/>
          <w:szCs w:val="24"/>
          <w:lang w:eastAsia="da-DK"/>
        </w:rPr>
        <w:t xml:space="preserve">dækker over skal udarbejdes i skemaet herunder. </w:t>
      </w:r>
      <w:r w:rsidRPr="00F7676E" w:rsidR="005E031D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  <w:t>Hvis listen er identisk for både test- og inspektionsstandarder, og disse er udført samtidig, er det tilstrækkelig at udarbejde én liste. </w:t>
      </w:r>
    </w:p>
    <w:p w:rsidRPr="00F7676E" w:rsidR="005E031D" w:rsidP="002F01D8" w:rsidRDefault="005E031D" w14:paraId="50440BE3" w14:textId="77777777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/>
          <w:color w:val="14143C"/>
          <w:sz w:val="24"/>
          <w:szCs w:val="24"/>
          <w:shd w:val="clear" w:color="auto" w:fill="FFFFFF"/>
          <w:lang w:eastAsia="da-DK"/>
        </w:rPr>
      </w:pPr>
    </w:p>
    <w:p w:rsidRPr="00F7676E" w:rsidR="002F01D8" w:rsidP="002F01D8" w:rsidRDefault="005E031D" w14:paraId="5EAF37C5" w14:textId="24A6BD25"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/>
          <w:sz w:val="24"/>
          <w:szCs w:val="24"/>
          <w:lang w:eastAsia="da-DK"/>
        </w:rPr>
      </w:pPr>
      <w:r w:rsidRPr="00F7676E">
        <w:rPr>
          <w:rFonts w:ascii="Times New Roman" w:hAnsi="Times New Roman" w:eastAsia="Times New Roman"/>
          <w:color w:val="14143C"/>
          <w:sz w:val="24"/>
          <w:szCs w:val="24"/>
          <w:shd w:val="clear" w:color="auto" w:fill="FFFFFF"/>
          <w:lang w:eastAsia="da-DK"/>
        </w:rPr>
        <w:t>Listen skal indeholde nedenstående informationer:</w:t>
      </w:r>
    </w:p>
    <w:p w:rsidRPr="00F7676E" w:rsidR="002F01D8" w:rsidP="002F01D8" w:rsidRDefault="00AC483E" w14:paraId="02FB7755" w14:textId="19724D6F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7676E">
        <w:rPr>
          <w:rFonts w:ascii="Times New Roman" w:hAnsi="Times New Roman"/>
          <w:sz w:val="24"/>
          <w:szCs w:val="24"/>
          <w:lang w:eastAsia="da-DK"/>
        </w:rPr>
        <w:t>Navn på spillet</w:t>
      </w:r>
    </w:p>
    <w:p w:rsidRPr="00F7676E" w:rsidR="002F01D8" w:rsidP="002F01D8" w:rsidRDefault="00AC483E" w14:paraId="041DA78A" w14:textId="0FAC47D1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7676E">
        <w:rPr>
          <w:rFonts w:ascii="Times New Roman" w:hAnsi="Times New Roman"/>
          <w:sz w:val="24"/>
          <w:szCs w:val="24"/>
          <w:lang w:eastAsia="da-DK"/>
        </w:rPr>
        <w:t>Spillets versionsnummer</w:t>
      </w:r>
    </w:p>
    <w:p w:rsidRPr="00F7676E" w:rsidR="002F01D8" w:rsidP="002F01D8" w:rsidRDefault="00A94B2E" w14:paraId="00B0FA55" w14:textId="5E7E6EE8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7676E">
        <w:rPr>
          <w:rFonts w:ascii="Times New Roman" w:hAnsi="Times New Roman"/>
          <w:sz w:val="24"/>
          <w:szCs w:val="24"/>
          <w:lang w:eastAsia="da-DK"/>
        </w:rPr>
        <w:t>Spiltype (Spillemaskine, roulette, blackjack etc.)</w:t>
      </w:r>
    </w:p>
    <w:p w:rsidRPr="00F7676E" w:rsidR="002F01D8" w:rsidP="002F01D8" w:rsidRDefault="00A94B2E" w14:paraId="208044E5" w14:textId="6A7C0210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7676E">
        <w:rPr>
          <w:rFonts w:ascii="Times New Roman" w:hAnsi="Times New Roman"/>
          <w:sz w:val="24"/>
          <w:szCs w:val="24"/>
          <w:lang w:eastAsia="da-DK"/>
        </w:rPr>
        <w:t>Navn på leverandør</w:t>
      </w:r>
      <w:r w:rsidRPr="00F7676E" w:rsidR="002F01D8">
        <w:rPr>
          <w:rFonts w:ascii="Times New Roman" w:hAnsi="Times New Roman"/>
          <w:sz w:val="24"/>
          <w:szCs w:val="24"/>
          <w:lang w:eastAsia="da-DK"/>
        </w:rPr>
        <w:t>.</w:t>
      </w:r>
      <w:r w:rsidRPr="00F7676E">
        <w:rPr>
          <w:rFonts w:ascii="Times New Roman" w:hAnsi="Times New Roman"/>
          <w:sz w:val="24"/>
          <w:szCs w:val="24"/>
          <w:lang w:eastAsia="da-DK"/>
        </w:rPr>
        <w:t xml:space="preserve"> Hvis tilladelses</w:t>
      </w:r>
      <w:r w:rsidRPr="00F7676E" w:rsidR="00A70A8A">
        <w:rPr>
          <w:rFonts w:ascii="Times New Roman" w:hAnsi="Times New Roman"/>
          <w:sz w:val="24"/>
          <w:szCs w:val="24"/>
          <w:lang w:eastAsia="da-DK"/>
        </w:rPr>
        <w:t xml:space="preserve">indehaveren selv leverer spillet, </w:t>
      </w:r>
      <w:r w:rsidR="00392A1E">
        <w:rPr>
          <w:rFonts w:ascii="Times New Roman" w:hAnsi="Times New Roman"/>
          <w:sz w:val="24"/>
          <w:szCs w:val="24"/>
          <w:lang w:eastAsia="da-DK"/>
        </w:rPr>
        <w:t>noteres</w:t>
      </w:r>
      <w:r w:rsidRPr="00F7676E" w:rsidR="00A70A8A">
        <w:rPr>
          <w:rFonts w:ascii="Times New Roman" w:hAnsi="Times New Roman"/>
          <w:sz w:val="24"/>
          <w:szCs w:val="24"/>
          <w:lang w:eastAsia="da-DK"/>
        </w:rPr>
        <w:t xml:space="preserve"> tilladelsesindehaveren her.</w:t>
      </w:r>
    </w:p>
    <w:p w:rsidRPr="00F7676E" w:rsidR="00F7676E" w:rsidP="002F01D8" w:rsidRDefault="006E1768" w14:paraId="065D3825" w14:textId="77777777">
      <w:pPr>
        <w:pStyle w:val="Listeafsnit"/>
        <w:numPr>
          <w:ilvl w:val="0"/>
          <w:numId w:val="14"/>
        </w:numPr>
        <w:ind w:left="1420"/>
        <w:rPr>
          <w:rStyle w:val="eop"/>
          <w:rFonts w:ascii="Times New Roman" w:hAnsi="Times New Roman"/>
          <w:sz w:val="24"/>
          <w:szCs w:val="24"/>
          <w:lang w:eastAsia="da-DK"/>
        </w:rPr>
      </w:pPr>
      <w:r w:rsidRPr="00F7676E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  <w:t>Dato for seneste prøvning eller inspektion af spillet. Denne vil sandsynligvis afvige fra datoen for tilladelsesindehaverens årlige prøvning eller inspektion, hvis spillet leveres af tredjepart.</w:t>
      </w:r>
      <w:r w:rsidRPr="00F7676E">
        <w:rPr>
          <w:rStyle w:val="eop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Pr="00F7676E" w:rsidR="00F7676E" w:rsidP="002F01D8" w:rsidRDefault="00F7676E" w14:paraId="19E5D2A3" w14:textId="77777777">
      <w:pPr>
        <w:pStyle w:val="Listeafsnit"/>
        <w:numPr>
          <w:ilvl w:val="0"/>
          <w:numId w:val="14"/>
        </w:numPr>
        <w:ind w:left="1420"/>
        <w:rPr>
          <w:rStyle w:val="eop"/>
          <w:rFonts w:ascii="Times New Roman" w:hAnsi="Times New Roman"/>
          <w:sz w:val="24"/>
          <w:szCs w:val="24"/>
          <w:lang w:eastAsia="da-DK"/>
        </w:rPr>
      </w:pPr>
      <w:r w:rsidRPr="00F7676E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</w:rPr>
        <w:t>Henvisning til underliggende rapport for prøvning og inspektion af spillet, hvis spillet er prøvet og inspiceret på et andet tidspunkt end ved tilladelsesindehaverens årlige af test og inspektion.</w:t>
      </w:r>
    </w:p>
    <w:p w:rsidRPr="00F7676E" w:rsidR="00F7676E" w:rsidP="00F7676E" w:rsidRDefault="00F7676E" w14:paraId="2A18B482" w14:textId="77777777">
      <w:pPr>
        <w:pStyle w:val="Listeafsnit"/>
        <w:numPr>
          <w:ilvl w:val="0"/>
          <w:numId w:val="14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7676E">
        <w:rPr>
          <w:rFonts w:ascii="Times New Roman" w:hAnsi="Times New Roman"/>
          <w:sz w:val="24"/>
          <w:szCs w:val="24"/>
          <w:lang w:eastAsia="da-DK"/>
        </w:rPr>
        <w:t>Kommentarer</w:t>
      </w:r>
    </w:p>
    <w:p w:rsidRPr="001F2ED7" w:rsidR="002F01D8" w:rsidP="00F7676E" w:rsidRDefault="00F7676E" w14:paraId="1F1B306C" w14:textId="5D712914">
      <w:pPr>
        <w:rPr>
          <w:rFonts w:ascii="Times New Roman" w:hAnsi="Times New Roman"/>
          <w:b/>
          <w:bCs/>
          <w:sz w:val="24"/>
          <w:szCs w:val="24"/>
          <w:lang w:eastAsia="da-DK"/>
        </w:rPr>
      </w:pPr>
      <w:r w:rsidRPr="001F2ED7">
        <w:rPr>
          <w:rFonts w:ascii="Times New Roman" w:hAnsi="Times New Roman" w:eastAsia="Times New Roman"/>
          <w:b/>
          <w:bCs/>
          <w:sz w:val="24"/>
          <w:szCs w:val="24"/>
          <w:lang w:eastAsia="da-DK"/>
        </w:rPr>
        <w:t>L</w:t>
      </w:r>
      <w:r w:rsidRPr="001F2ED7">
        <w:rPr>
          <w:rFonts w:ascii="Times New Roman" w:hAnsi="Times New Roman" w:eastAsia="Times New Roman"/>
          <w:b/>
          <w:bCs/>
          <w:sz w:val="24"/>
          <w:szCs w:val="24"/>
          <w:lang w:eastAsia="da-DK"/>
        </w:rPr>
        <w:t>iste over samtlige spil, som test- og inspektionsstandarder dækker over</w:t>
      </w:r>
      <w:r w:rsidRPr="001F2ED7">
        <w:rPr>
          <w:rFonts w:ascii="Times New Roman" w:hAnsi="Times New Roman" w:eastAsia="Times New Roman"/>
          <w:b/>
          <w:bCs/>
          <w:sz w:val="24"/>
          <w:szCs w:val="24"/>
          <w:lang w:eastAsia="da-DK"/>
        </w:rPr>
        <w:t>:</w:t>
      </w:r>
    </w:p>
    <w:tbl>
      <w:tblPr>
        <w:tblW w:w="13987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1549"/>
        <w:gridCol w:w="1892"/>
        <w:gridCol w:w="1002"/>
        <w:gridCol w:w="1643"/>
        <w:gridCol w:w="1647"/>
        <w:gridCol w:w="2319"/>
        <w:gridCol w:w="3273"/>
      </w:tblGrid>
      <w:tr w:rsidR="00307D4D" w:rsidTr="09BEEE3D" w14:paraId="5763D4AF" w14:textId="77777777">
        <w:trPr>
          <w:trHeight w:val="1335"/>
        </w:trPr>
        <w:tc>
          <w:tcPr>
            <w:tcW w:w="6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ED2EB" w:themeFill="accent6"/>
            <w:tcMar/>
            <w:hideMark/>
          </w:tcPr>
          <w:p w:rsidR="002F01D8" w:rsidRDefault="002F01D8" w14:paraId="711D580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b/>
                <w:bCs/>
                <w:lang w:val="en-US" w:eastAsia="da-DK"/>
              </w:rPr>
              <w:t>#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ED2EB" w:themeFill="accent6"/>
            <w:tcMar/>
            <w:hideMark/>
          </w:tcPr>
          <w:p w:rsidRPr="001F2ED7" w:rsidR="002F01D8" w:rsidRDefault="002F01D8" w14:paraId="0DC6F89C" w14:textId="39BBD7F4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lang w:eastAsia="da-DK"/>
              </w:rPr>
            </w:pPr>
            <w:r w:rsidRPr="001F2ED7">
              <w:rPr>
                <w:rFonts w:eastAsia="Times New Roman" w:cs="Calibri"/>
                <w:b/>
                <w:bCs/>
                <w:lang w:eastAsia="da-DK"/>
              </w:rPr>
              <w:t>Na</w:t>
            </w:r>
            <w:r w:rsidRPr="001F2ED7" w:rsidR="00307D4D">
              <w:rPr>
                <w:rFonts w:eastAsia="Times New Roman" w:cs="Calibri"/>
                <w:b/>
                <w:bCs/>
                <w:lang w:eastAsia="da-DK"/>
              </w:rPr>
              <w:t>vn på spillet</w:t>
            </w:r>
            <w:r w:rsidRPr="001F2ED7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ED2EB" w:themeFill="accent6"/>
            <w:tcMar/>
            <w:hideMark/>
          </w:tcPr>
          <w:p w:rsidRPr="001F2ED7" w:rsidR="002F01D8" w:rsidRDefault="00307D4D" w14:paraId="253C3A16" w14:textId="73E9BF5E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b/>
                <w:bCs/>
                <w:lang w:eastAsia="da-DK"/>
              </w:rPr>
            </w:pPr>
            <w:r w:rsidRPr="001F2ED7">
              <w:rPr>
                <w:rFonts w:eastAsia="Times New Roman" w:cs="Calibri"/>
                <w:b/>
                <w:bCs/>
                <w:lang w:eastAsia="da-DK"/>
              </w:rPr>
              <w:t>Versionsnummer</w:t>
            </w:r>
            <w:r w:rsidRPr="001F2ED7" w:rsidR="002F01D8">
              <w:rPr>
                <w:rFonts w:eastAsia="Times New Roman" w:cs="Calibri"/>
                <w:b/>
                <w:bCs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ED2EB" w:themeFill="accent6"/>
            <w:tcMar/>
            <w:hideMark/>
          </w:tcPr>
          <w:p w:rsidRPr="001F2ED7" w:rsidR="002F01D8" w:rsidRDefault="00307D4D" w14:paraId="128D276D" w14:textId="436B9388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b/>
                <w:bCs/>
                <w:lang w:eastAsia="da-DK"/>
              </w:rPr>
            </w:pPr>
            <w:r w:rsidRPr="001F2ED7">
              <w:rPr>
                <w:rFonts w:eastAsia="Times New Roman" w:cs="Calibri"/>
                <w:b/>
                <w:bCs/>
                <w:lang w:eastAsia="da-DK"/>
              </w:rPr>
              <w:t>Spiltype</w:t>
            </w:r>
            <w:r w:rsidRPr="001F2ED7" w:rsidR="002F01D8">
              <w:rPr>
                <w:rFonts w:eastAsia="Times New Roman" w:cs="Calibri"/>
                <w:b/>
                <w:bCs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ED2EB" w:themeFill="accent6"/>
            <w:tcMar/>
            <w:hideMark/>
          </w:tcPr>
          <w:p w:rsidRPr="001F2ED7" w:rsidR="002F01D8" w:rsidRDefault="00307D4D" w14:paraId="4C2E345F" w14:textId="1D144392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b/>
                <w:bCs/>
                <w:lang w:eastAsia="da-DK"/>
              </w:rPr>
            </w:pPr>
            <w:r w:rsidRPr="001F2ED7">
              <w:rPr>
                <w:rFonts w:eastAsia="Times New Roman"/>
                <w:b/>
                <w:bCs/>
                <w:lang w:eastAsia="da-DK"/>
              </w:rPr>
              <w:t>Leverandør</w:t>
            </w:r>
          </w:p>
        </w:tc>
        <w:tc>
          <w:tcPr>
            <w:tcW w:w="16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ED2EB" w:themeFill="accent6"/>
            <w:tcMar/>
            <w:hideMark/>
          </w:tcPr>
          <w:p w:rsidRPr="001F2ED7" w:rsidR="002F01D8" w:rsidRDefault="00307D4D" w14:paraId="239C0E0F" w14:textId="42339DBC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b/>
                <w:bCs/>
                <w:lang w:eastAsia="da-DK"/>
              </w:rPr>
            </w:pPr>
            <w:r w:rsidRPr="001F2ED7">
              <w:rPr>
                <w:rFonts w:eastAsia="Times New Roman" w:cs="Calibri"/>
                <w:b/>
                <w:bCs/>
                <w:lang w:eastAsia="da-DK"/>
              </w:rPr>
              <w:t>Dato for seneste certificering af spillet</w:t>
            </w:r>
            <w:r w:rsidRPr="001F2ED7" w:rsidR="002F01D8">
              <w:rPr>
                <w:rFonts w:eastAsia="Times New Roman" w:cs="Calibri"/>
                <w:b/>
                <w:bCs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ED2EB" w:themeFill="accent6"/>
            <w:tcMar/>
            <w:hideMark/>
          </w:tcPr>
          <w:p w:rsidRPr="001F2ED7" w:rsidR="002F01D8" w:rsidP="09BEEE3D" w:rsidRDefault="00E829E9" w14:paraId="34D41E5B" w14:textId="6550F603" w14:noSpellErr="1">
            <w:pPr>
              <w:spacing w:after="0" w:line="240" w:lineRule="auto"/>
              <w:textAlignment w:val="baseline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  <w:lang w:eastAsia="da-DK"/>
              </w:rPr>
            </w:pPr>
            <w:r w:rsidRPr="09BEEE3D" w:rsidR="00E829E9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  <w:lang w:eastAsia="da-DK"/>
              </w:rPr>
              <w:t>Rapport referencenummer</w:t>
            </w:r>
            <w:r w:rsidRPr="09BEEE3D" w:rsidR="002F01D8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ED2EB" w:themeFill="accent6"/>
            <w:tcMar/>
            <w:hideMark/>
          </w:tcPr>
          <w:p w:rsidRPr="008D298B" w:rsidR="002F01D8" w:rsidP="09BEEE3D" w:rsidRDefault="00E829E9" w14:paraId="489D58C8" w14:textId="687AFE85" w14:noSpellErr="1">
            <w:pPr>
              <w:spacing w:after="0" w:line="240" w:lineRule="auto"/>
              <w:textAlignment w:val="baseline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  <w:lang w:eastAsia="da-DK"/>
              </w:rPr>
            </w:pPr>
            <w:r w:rsidRPr="09BEEE3D" w:rsidR="00E829E9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  <w:lang w:eastAsia="da-DK"/>
              </w:rPr>
              <w:t>Kommentarer</w:t>
            </w:r>
          </w:p>
        </w:tc>
      </w:tr>
      <w:tr w:rsidR="00307D4D" w:rsidTr="09BEEE3D" w14:paraId="008D3D59" w14:textId="77777777">
        <w:trPr>
          <w:trHeight w:val="255"/>
        </w:trPr>
        <w:tc>
          <w:tcPr>
            <w:tcW w:w="6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ED2EB" w:themeFill="accent6"/>
            <w:tcMar/>
            <w:hideMark/>
          </w:tcPr>
          <w:p w:rsidR="002F01D8" w:rsidRDefault="002F01D8" w14:paraId="2BE32A3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44D78EB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1C8B03A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1C18239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65193BD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141A13A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4770D85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4F295AC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307D4D" w:rsidTr="09BEEE3D" w14:paraId="45EC348D" w14:textId="77777777">
        <w:trPr>
          <w:trHeight w:val="255"/>
        </w:trPr>
        <w:tc>
          <w:tcPr>
            <w:tcW w:w="6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ED2EB" w:themeFill="accent6"/>
            <w:tcMar/>
            <w:hideMark/>
          </w:tcPr>
          <w:p w:rsidR="002F01D8" w:rsidRDefault="002F01D8" w14:paraId="45772EC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2.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0849C7D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1184F9C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356ED2E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779DEE0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00C1D4B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270A5DA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53B79C1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307D4D" w:rsidTr="09BEEE3D" w14:paraId="7FA088EE" w14:textId="77777777">
        <w:trPr>
          <w:trHeight w:val="255"/>
        </w:trPr>
        <w:tc>
          <w:tcPr>
            <w:tcW w:w="6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ED2EB" w:themeFill="accent6"/>
            <w:tcMar/>
            <w:hideMark/>
          </w:tcPr>
          <w:p w:rsidR="002F01D8" w:rsidRDefault="002F01D8" w14:paraId="11A8CFB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3.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1434F50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4EA7B4D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12D1DD5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1825641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6D7EA2F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2E3FF12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6612F07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307D4D" w:rsidTr="09BEEE3D" w14:paraId="27625725" w14:textId="77777777">
        <w:trPr>
          <w:trHeight w:val="255"/>
        </w:trPr>
        <w:tc>
          <w:tcPr>
            <w:tcW w:w="6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ED2EB" w:themeFill="accent6"/>
            <w:tcMar/>
            <w:hideMark/>
          </w:tcPr>
          <w:p w:rsidR="002F01D8" w:rsidRDefault="002F01D8" w14:paraId="4CB2020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4.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6404B23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2335C27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607345C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41497DC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3B6AE68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0F1A9B7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0ACAF69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307D4D" w:rsidTr="09BEEE3D" w14:paraId="2CEFFD0F" w14:textId="77777777">
        <w:trPr>
          <w:trHeight w:val="255"/>
        </w:trPr>
        <w:tc>
          <w:tcPr>
            <w:tcW w:w="6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ED2EB" w:themeFill="accent6"/>
            <w:tcMar/>
            <w:hideMark/>
          </w:tcPr>
          <w:p w:rsidR="002F01D8" w:rsidRDefault="002F01D8" w14:paraId="02B5F5F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5.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19A8EDA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00B2D88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6828580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6EC5E0D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38500E7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7247F46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4D78C37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307D4D" w:rsidTr="09BEEE3D" w14:paraId="1863DE7F" w14:textId="77777777">
        <w:trPr>
          <w:trHeight w:val="255"/>
        </w:trPr>
        <w:tc>
          <w:tcPr>
            <w:tcW w:w="6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ED2EB" w:themeFill="accent6"/>
            <w:tcMar/>
            <w:hideMark/>
          </w:tcPr>
          <w:p w:rsidR="002F01D8" w:rsidRDefault="002F01D8" w14:paraId="0DCBE4D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6.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6216F56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25D06BF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47C9F75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2A23531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2837B54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7C3264C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3450BCB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307D4D" w:rsidTr="09BEEE3D" w14:paraId="5298CB00" w14:textId="77777777">
        <w:trPr>
          <w:trHeight w:val="255"/>
        </w:trPr>
        <w:tc>
          <w:tcPr>
            <w:tcW w:w="6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ED2EB" w:themeFill="accent6"/>
            <w:tcMar/>
            <w:hideMark/>
          </w:tcPr>
          <w:p w:rsidR="002F01D8" w:rsidRDefault="002F01D8" w14:paraId="4A5B5BD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7.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2DDF3FA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689A408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00ABAC0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54F4637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3E987F8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7B62602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080F6B6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307D4D" w:rsidTr="09BEEE3D" w14:paraId="23C86F63" w14:textId="77777777">
        <w:trPr>
          <w:trHeight w:val="255"/>
        </w:trPr>
        <w:tc>
          <w:tcPr>
            <w:tcW w:w="6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ED2EB" w:themeFill="accent6"/>
            <w:tcMar/>
            <w:hideMark/>
          </w:tcPr>
          <w:p w:rsidR="002F01D8" w:rsidRDefault="002F01D8" w14:paraId="4AB0A4C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8.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75AD4D3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14780D4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5CA3000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74455AE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23BCE62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20D6FDE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72D656A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307D4D" w:rsidTr="09BEEE3D" w14:paraId="2A90D4C4" w14:textId="77777777">
        <w:trPr>
          <w:trHeight w:val="255"/>
        </w:trPr>
        <w:tc>
          <w:tcPr>
            <w:tcW w:w="6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ED2EB" w:themeFill="accent6"/>
            <w:tcMar/>
            <w:hideMark/>
          </w:tcPr>
          <w:p w:rsidR="002F01D8" w:rsidRDefault="002F01D8" w14:paraId="5B65ED8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9.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70560F3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30935DA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207D401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00116DF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37B4062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105DD2B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7A69092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307D4D" w:rsidTr="09BEEE3D" w14:paraId="7912A113" w14:textId="77777777">
        <w:trPr>
          <w:trHeight w:val="255"/>
        </w:trPr>
        <w:tc>
          <w:tcPr>
            <w:tcW w:w="6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ED2EB" w:themeFill="accent6"/>
            <w:tcMar/>
            <w:hideMark/>
          </w:tcPr>
          <w:p w:rsidR="002F01D8" w:rsidRDefault="002F01D8" w14:paraId="113F34A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val="en-US" w:eastAsia="da-DK"/>
              </w:rPr>
              <w:t>10.</w:t>
            </w: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40D3AF2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8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13F345C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76C7EE1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6F06585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617846B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5E3EBCF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2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hideMark/>
          </w:tcPr>
          <w:p w:rsidR="002F01D8" w:rsidRDefault="002F01D8" w14:paraId="27E436A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da-DK"/>
              </w:rPr>
            </w:pPr>
            <w:r>
              <w:rPr>
                <w:rFonts w:eastAsia="Times New Roman" w:cs="Calibri"/>
                <w:lang w:eastAsia="da-DK"/>
              </w:rPr>
              <w:t> </w:t>
            </w:r>
          </w:p>
        </w:tc>
      </w:tr>
    </w:tbl>
    <w:p w:rsidRPr="003F3B5A" w:rsidR="006B30A9" w:rsidP="007D1B65" w:rsidRDefault="006B30A9" w14:paraId="4A2E4F31" w14:textId="711A0943">
      <w:pPr>
        <w:spacing w:after="0" w:line="280" w:lineRule="atLeast"/>
        <w:rPr>
          <w:rFonts w:ascii="Garamond" w:hAnsi="Garamond"/>
        </w:rPr>
      </w:pPr>
    </w:p>
    <w:sectPr w:rsidRPr="003F3B5A" w:rsidR="006B30A9" w:rsidSect="002F01D8">
      <w:pgSz w:w="16838" w:h="11906" w:orient="landscape" w:code="9"/>
      <w:pgMar w:top="1134" w:right="1701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15A09" w:rsidP="009E4B94" w:rsidRDefault="00A15A09" w14:paraId="4B877AD1" w14:textId="77777777">
      <w:pPr>
        <w:spacing w:line="240" w:lineRule="auto"/>
      </w:pPr>
      <w:r>
        <w:separator/>
      </w:r>
    </w:p>
  </w:endnote>
  <w:endnote w:type="continuationSeparator" w:id="0">
    <w:p w:rsidR="00A15A09" w:rsidP="009E4B94" w:rsidRDefault="00A15A09" w14:paraId="6067A11E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681D83" w:rsidR="00681D83" w:rsidP="00C51167" w:rsidRDefault="00207BEC" w14:paraId="4A2E4F36" w14:textId="7777777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A2E4F39" wp14:editId="4A2E4F3A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2E76B5" w:rsidR="00681D83" w:rsidP="001E79D1" w:rsidRDefault="00706E32" w14:paraId="4A2E4F41" w14:textId="13033FD5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Pr="002E76B5" w:rsidR="00681D83">
                            <w:rPr>
                              <w:rStyle w:val="Sidetal"/>
                            </w:rPr>
                            <w:t xml:space="preserve">e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  <w:r w:rsidRPr="002E76B5" w:rsid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F7676E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4A2E4F39">
              <v:stroke joinstyle="miter"/>
              <v:path gradientshapeok="t" o:connecttype="rect"/>
            </v:shapetype>
            <v:shape id="Text Box 5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>
              <v:textbox style="mso-fit-shape-to-text:t" inset="0,0,0,0">
                <w:txbxContent>
                  <w:p w:rsidRPr="002E76B5" w:rsidR="00681D83" w:rsidP="001E79D1" w:rsidRDefault="00706E32" w14:paraId="4A2E4F41" w14:textId="13033FD5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Pr="002E76B5" w:rsidR="00681D83">
                      <w:rPr>
                        <w:rStyle w:val="Sidetal"/>
                      </w:rPr>
                      <w:t xml:space="preserve">e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PAGE 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  <w:r w:rsidRPr="002E76B5" w:rsidR="002E76B5">
                      <w:rPr>
                        <w:rStyle w:val="Sidetal"/>
                      </w:rPr>
                      <w:t xml:space="preserve"> af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SECTIONPAGES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F7676E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4A2E4F3B" wp14:editId="4A2E4F3C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094ABD" w:rsidR="009E4B94" w:rsidP="00C51167" w:rsidRDefault="00B03E12" w14:paraId="4A2E4F38" w14:textId="7777777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4A2E4F3F" wp14:editId="4A2E4F40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15A09" w:rsidP="009E4B94" w:rsidRDefault="00A15A09" w14:paraId="44DC45B3" w14:textId="77777777">
      <w:pPr>
        <w:spacing w:line="240" w:lineRule="auto"/>
      </w:pPr>
      <w:r>
        <w:separator/>
      </w:r>
    </w:p>
  </w:footnote>
  <w:footnote w:type="continuationSeparator" w:id="0">
    <w:p w:rsidR="00A15A09" w:rsidP="009E4B94" w:rsidRDefault="00A15A09" w14:paraId="04E657A3" w14:textId="777777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277F7"/>
    <w:multiLevelType w:val="singleLevel"/>
    <w:tmpl w:val="19C28BBA"/>
    <w:lvl w:ilvl="0">
      <w:start w:val="1"/>
      <w:numFmt w:val="decimal"/>
      <w:lvlText w:val="%1."/>
      <w:lvlJc w:val="left"/>
      <w:pPr>
        <w:ind w:left="340" w:hanging="340"/>
      </w:pPr>
    </w:lvl>
  </w:abstractNum>
  <w:abstractNum w:abstractNumId="11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2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hint="default" w:ascii="Symbol" w:hAnsi="Symbol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hint="default" w:ascii="Symbol" w:hAnsi="Symbol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hint="default" w:ascii="Symbol" w:hAnsi="Symbol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hint="default" w:ascii="Symbol" w:hAnsi="Symbol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hint="default" w:ascii="Symbol" w:hAnsi="Symbol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hint="default" w:ascii="Symbol" w:hAnsi="Symbol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hint="default" w:ascii="Symbol" w:hAnsi="Symbol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hint="default" w:ascii="Symbol" w:hAnsi="Symbol"/>
        <w:color w:val="auto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1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  <w:num w:numId="14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dirty"/>
  <w:attachedTemplate r:id="rId1"/>
  <w:trackRevisions w:val="false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75E18"/>
    <w:rsid w:val="00182651"/>
    <w:rsid w:val="001918C2"/>
    <w:rsid w:val="001E79D1"/>
    <w:rsid w:val="001F2ED7"/>
    <w:rsid w:val="001F374B"/>
    <w:rsid w:val="00203DE6"/>
    <w:rsid w:val="00207BEC"/>
    <w:rsid w:val="00224EF1"/>
    <w:rsid w:val="0022582F"/>
    <w:rsid w:val="00233D73"/>
    <w:rsid w:val="00243527"/>
    <w:rsid w:val="00244D70"/>
    <w:rsid w:val="00256B13"/>
    <w:rsid w:val="0026468A"/>
    <w:rsid w:val="00267514"/>
    <w:rsid w:val="00286EDF"/>
    <w:rsid w:val="002C258E"/>
    <w:rsid w:val="002E30A1"/>
    <w:rsid w:val="002E6B15"/>
    <w:rsid w:val="002E74A4"/>
    <w:rsid w:val="002E76B5"/>
    <w:rsid w:val="002F01D8"/>
    <w:rsid w:val="003075A8"/>
    <w:rsid w:val="00307D4D"/>
    <w:rsid w:val="00320F99"/>
    <w:rsid w:val="00324932"/>
    <w:rsid w:val="00351C70"/>
    <w:rsid w:val="00392A1E"/>
    <w:rsid w:val="003965DD"/>
    <w:rsid w:val="003A4AC8"/>
    <w:rsid w:val="003B35B0"/>
    <w:rsid w:val="003C144F"/>
    <w:rsid w:val="003C4F9F"/>
    <w:rsid w:val="003C60F1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A28D4"/>
    <w:rsid w:val="005C5F97"/>
    <w:rsid w:val="005E031D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6E1768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298B"/>
    <w:rsid w:val="008D31AB"/>
    <w:rsid w:val="008D5A02"/>
    <w:rsid w:val="008E2ECE"/>
    <w:rsid w:val="008E5A6D"/>
    <w:rsid w:val="008F32DF"/>
    <w:rsid w:val="008F4D20"/>
    <w:rsid w:val="00902C3D"/>
    <w:rsid w:val="00916099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8F2"/>
    <w:rsid w:val="00A155FD"/>
    <w:rsid w:val="00A15A09"/>
    <w:rsid w:val="00A239DF"/>
    <w:rsid w:val="00A262CF"/>
    <w:rsid w:val="00A70A8A"/>
    <w:rsid w:val="00A72FE5"/>
    <w:rsid w:val="00A94B2E"/>
    <w:rsid w:val="00AA6D18"/>
    <w:rsid w:val="00AA705E"/>
    <w:rsid w:val="00AB29A0"/>
    <w:rsid w:val="00AB3463"/>
    <w:rsid w:val="00AB3775"/>
    <w:rsid w:val="00AB5B85"/>
    <w:rsid w:val="00AC483E"/>
    <w:rsid w:val="00AE1404"/>
    <w:rsid w:val="00AF1D02"/>
    <w:rsid w:val="00AF44AF"/>
    <w:rsid w:val="00B00D92"/>
    <w:rsid w:val="00B03E12"/>
    <w:rsid w:val="00B31CF7"/>
    <w:rsid w:val="00B3321F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404B"/>
    <w:rsid w:val="00BF0FD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0F9E"/>
    <w:rsid w:val="00D3786F"/>
    <w:rsid w:val="00D66542"/>
    <w:rsid w:val="00D66E2C"/>
    <w:rsid w:val="00D96141"/>
    <w:rsid w:val="00DA3DFC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0E2"/>
    <w:rsid w:val="00E1438D"/>
    <w:rsid w:val="00E25729"/>
    <w:rsid w:val="00E26493"/>
    <w:rsid w:val="00E370C3"/>
    <w:rsid w:val="00E47932"/>
    <w:rsid w:val="00E66240"/>
    <w:rsid w:val="00E829E9"/>
    <w:rsid w:val="00EA7E20"/>
    <w:rsid w:val="00EB3CDA"/>
    <w:rsid w:val="00EB603A"/>
    <w:rsid w:val="00ED7096"/>
    <w:rsid w:val="00EE1FF9"/>
    <w:rsid w:val="00EE754E"/>
    <w:rsid w:val="00EF0F9B"/>
    <w:rsid w:val="00EF1DF1"/>
    <w:rsid w:val="00EF55B3"/>
    <w:rsid w:val="00EF7D08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7676E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00FF6E96"/>
    <w:rsid w:val="09BEEE3D"/>
    <w:rsid w:val="7009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E4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hAnsi="Garamond" w:eastAsiaTheme="minorHAnsi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2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uiPriority="9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21" w:semiHidden="1" w:unhideWhenUsed="1"/>
    <w:lsdException w:name="FollowedHyperlink" w:uiPriority="21" w:semiHidden="1" w:unhideWhenUsed="1"/>
    <w:lsdException w:name="Strong" w:uiPriority="22"/>
    <w:lsdException w:name="Emphasis" w:uiPriority="19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517D6"/>
    <w:pPr>
      <w:spacing w:after="200" w:line="276" w:lineRule="auto"/>
    </w:pPr>
    <w:rPr>
      <w:rFonts w:ascii="Calibri" w:hAnsi="Calibri" w:eastAsia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hAnsi="Arial" w:eastAsiaTheme="majorEastAsia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hAnsi="Arial" w:eastAsiaTheme="majorEastAsia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hAnsi="Arial" w:eastAsiaTheme="majorEastAsia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hAnsi="Arial" w:eastAsiaTheme="majorEastAsia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hovedTegn" w:customStyle="1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fodTegn" w:customStyle="1">
    <w:name w:val="Sidefod Tegn"/>
    <w:basedOn w:val="Standardskrifttypeiafsnit"/>
    <w:link w:val="Sidefod"/>
    <w:uiPriority w:val="99"/>
    <w:rsid w:val="00146D3D"/>
    <w:rPr>
      <w:sz w:val="16"/>
    </w:rPr>
  </w:style>
  <w:style w:type="character" w:styleId="Overskrift1Tegn" w:customStyle="1">
    <w:name w:val="Overskrift 1 Tegn"/>
    <w:basedOn w:val="Standardskrifttypeiafsnit"/>
    <w:link w:val="Overskrift1"/>
    <w:uiPriority w:val="1"/>
    <w:rsid w:val="00AB3775"/>
    <w:rPr>
      <w:rFonts w:ascii="Arial" w:hAnsi="Arial" w:eastAsiaTheme="majorEastAsia" w:cstheme="majorBidi"/>
      <w:bCs/>
      <w:spacing w:val="5"/>
      <w:sz w:val="30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1"/>
    <w:rsid w:val="00BF0FDA"/>
    <w:rPr>
      <w:rFonts w:ascii="Arial" w:hAnsi="Arial" w:eastAsiaTheme="majorEastAsia" w:cstheme="majorBidi"/>
      <w:b/>
      <w:bCs/>
      <w:spacing w:val="5"/>
      <w:sz w:val="24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1"/>
    <w:rsid w:val="00BF0FDA"/>
    <w:rPr>
      <w:rFonts w:ascii="Arial" w:hAnsi="Arial" w:eastAsiaTheme="majorEastAsia" w:cstheme="majorBidi"/>
      <w:b/>
      <w:bCs/>
      <w:spacing w:val="5"/>
      <w:sz w:val="20"/>
    </w:rPr>
  </w:style>
  <w:style w:type="character" w:styleId="Overskrift4Tegn" w:customStyle="1">
    <w:name w:val="Overskrift 4 Tegn"/>
    <w:basedOn w:val="Standardskrifttypeiafsnit"/>
    <w:link w:val="Overskrift4"/>
    <w:uiPriority w:val="1"/>
    <w:rsid w:val="00BF0FDA"/>
    <w:rPr>
      <w:rFonts w:ascii="Arial" w:hAnsi="Arial" w:eastAsiaTheme="majorEastAsia" w:cstheme="majorBidi"/>
      <w:b/>
      <w:bCs/>
      <w:iCs/>
      <w:spacing w:val="5"/>
      <w:sz w:val="18"/>
    </w:rPr>
  </w:style>
  <w:style w:type="character" w:styleId="Overskrift5Tegn" w:customStyle="1">
    <w:name w:val="Overskrift 5 Tegn"/>
    <w:basedOn w:val="Standardskrifttypeiafsnit"/>
    <w:link w:val="Overskrift5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6Tegn" w:customStyle="1">
    <w:name w:val="Overskrift 6 Tegn"/>
    <w:basedOn w:val="Standardskrifttypeiafsnit"/>
    <w:link w:val="Overskrift6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7Tegn" w:customStyle="1">
    <w:name w:val="Overskrift 7 Tegn"/>
    <w:basedOn w:val="Standardskrifttypeiafsnit"/>
    <w:link w:val="Overskrift7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8Tegn" w:customStyle="1">
    <w:name w:val="Overskrift 8 Tegn"/>
    <w:basedOn w:val="Standardskrifttypeiafsnit"/>
    <w:link w:val="Overskrift8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9Tegn" w:customStyle="1">
    <w:name w:val="Overskrift 9 Tegn"/>
    <w:basedOn w:val="Standardskrifttypeiafsnit"/>
    <w:link w:val="Overskrift9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styleId="TitelTegn" w:customStyle="1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styleId="StrktcitatTegn" w:customStyle="1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color="7F7F7F" w:themeColor="text1" w:themeTint="80" w:sz="2" w:space="10"/>
        <w:left w:val="single" w:color="7F7F7F" w:themeColor="text1" w:themeTint="80" w:sz="2" w:space="10"/>
        <w:bottom w:val="single" w:color="7F7F7F" w:themeColor="text1" w:themeTint="80" w:sz="2" w:space="10"/>
        <w:right w:val="single" w:color="7F7F7F" w:themeColor="text1" w:themeTint="80" w:sz="2" w:space="1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SlutnotetekstTegn" w:customStyle="1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FodnotetekstTegn" w:customStyle="1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styleId="Hjrespaltetekst" w:customStyle="1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styleId="Hjrespalte-Overskrift" w:customStyle="1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styleId="Hjrespalte-Fed" w:customStyle="1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styleId="UnderskriftTegn" w:customStyle="1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styleId="Tabel" w:customStyle="1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styleId="Tabel-KolonneOverskrift" w:customStyle="1">
    <w:name w:val="Tabel - Kolonne Overskrift"/>
    <w:basedOn w:val="Tabel"/>
    <w:uiPriority w:val="4"/>
    <w:rsid w:val="00B9508F"/>
  </w:style>
  <w:style w:type="paragraph" w:styleId="Tabel-TekstTotal" w:customStyle="1">
    <w:name w:val="Tabel - Tekst Total"/>
    <w:basedOn w:val="Tabel-KolonneOverskrift"/>
    <w:uiPriority w:val="4"/>
    <w:rsid w:val="00424709"/>
    <w:rPr>
      <w:b/>
    </w:rPr>
  </w:style>
  <w:style w:type="paragraph" w:styleId="Tabel-Tal" w:customStyle="1">
    <w:name w:val="Tabel - Tal"/>
    <w:basedOn w:val="Tabel"/>
    <w:uiPriority w:val="4"/>
    <w:rsid w:val="00893791"/>
    <w:pPr>
      <w:jc w:val="right"/>
    </w:pPr>
  </w:style>
  <w:style w:type="paragraph" w:styleId="Tabel-TalTotal" w:customStyle="1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styleId="CitatTegn" w:customStyle="1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</w:tcPr>
  </w:style>
  <w:style w:type="paragraph" w:styleId="DocumentHeading" w:customStyle="1">
    <w:name w:val="Document Heading"/>
    <w:basedOn w:val="Overskrift4"/>
    <w:uiPriority w:val="6"/>
    <w:semiHidden/>
    <w:rsid w:val="00AB5B85"/>
    <w:pPr>
      <w:spacing w:after="260"/>
    </w:pPr>
  </w:style>
  <w:style w:type="paragraph" w:styleId="DocumentName" w:customStyle="1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styleId="Template-Dato" w:customStyle="1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styleId="MarkeringsbobletekstTegn" w:customStyle="1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styleId="SmtekstRegular" w:customStyle="1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styleId="SmtekstFed" w:customStyle="1">
    <w:name w:val="Småtekst Fed"/>
    <w:basedOn w:val="SmtekstRegular"/>
    <w:next w:val="SmtekstRegular"/>
    <w:uiPriority w:val="3"/>
    <w:rsid w:val="00203DE6"/>
    <w:rPr>
      <w:b/>
    </w:rPr>
  </w:style>
  <w:style w:type="paragraph" w:styleId="Tabel-KolonneOverskriftHvid" w:customStyle="1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styleId="Tabel-BrdtekstGaramond" w:customStyle="1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styleId="SKMTabelBl" w:customStyle="1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color="14143C" w:themeColor="accent1" w:sz="8" w:space="0"/>
        <w:bottom w:val="single" w:color="14143C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styleId="Billedtekstnedre" w:customStyle="1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styleId="SKMTabelSand" w:customStyle="1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styleId="Tabel-Brdtekstmedafstandptekst" w:customStyle="1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styleId="Tabel-Brdtekst" w:customStyle="1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styleId="Tabel-Gitter1" w:customStyle="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ormaltextrun" w:customStyle="1">
    <w:name w:val="normaltextrun"/>
    <w:basedOn w:val="Standardskrifttypeiafsnit"/>
    <w:rsid w:val="005E031D"/>
  </w:style>
  <w:style w:type="character" w:styleId="eop" w:customStyle="1">
    <w:name w:val="eop"/>
    <w:basedOn w:val="Standardskrifttypeiafsnit"/>
    <w:rsid w:val="006E1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2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4" ma:contentTypeDescription="Opret et nyt dokument." ma:contentTypeScope="" ma:versionID="f28e6562d6ab1cc900d0ed01c7ff215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40606eda2db92cea8583926d19429f98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D334BD-264C-43E6-B54F-506C79E87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0DA4D5-CB1A-4011-B6E8-723AEA8A2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988E53-C026-4953-A75D-46C81902514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Notat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Notat</dc:title>
  <dc:creator/>
  <lastModifiedBy>Søren Stærke</lastModifiedBy>
  <revision>3</revision>
  <dcterms:created xsi:type="dcterms:W3CDTF">2015-02-03T11:42:00.0000000Z</dcterms:created>
  <dcterms:modified xsi:type="dcterms:W3CDTF">2022-05-06T11:23:39.3251217Z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129379ea-131f-407c-95fc-0518f0ed8896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75000</vt:r8>
  </property>
  <property fmtid="{D5CDD505-2E9C-101B-9397-08002B2CF9AE}" pid="11" name="c4580793a064430d83bbd30c718157a9">
    <vt:lpwstr/>
  </property>
</Properties>
</file>